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665B01" w14:textId="77777777" w:rsidR="00220E2C" w:rsidRDefault="00D01F9E" w:rsidP="00D01F9E">
      <w:pPr>
        <w:pStyle w:val="Ttulo1"/>
      </w:pPr>
      <w:r>
        <w:t>N</w:t>
      </w:r>
      <w:r w:rsidR="009A5B47">
        <w:t>omenclatura de n</w:t>
      </w:r>
      <w:r>
        <w:t>umeraciones de los SAM</w:t>
      </w:r>
      <w:r w:rsidR="009A5B47">
        <w:t>s y HSMs</w:t>
      </w:r>
    </w:p>
    <w:p w14:paraId="3140961D" w14:textId="11A23713" w:rsidR="00D01F9E" w:rsidRDefault="00D01F9E">
      <w:r>
        <w:t>El número de serie de SAM tiene una longitud de 3</w:t>
      </w:r>
      <w:r w:rsidR="00F222F7">
        <w:t xml:space="preserve"> b</w:t>
      </w:r>
      <w:r>
        <w:t>ytes y se representa en hexadecimal</w:t>
      </w:r>
    </w:p>
    <w:p w14:paraId="15CBB65F" w14:textId="77777777" w:rsidR="00D01F9E" w:rsidRDefault="00D01F9E">
      <w:r>
        <w:t>Al convertirlo en decimal, se obtiene 8 dígitos que tabulamos de la siguiente forma:</w:t>
      </w:r>
    </w:p>
    <w:p w14:paraId="43201A33" w14:textId="77777777" w:rsidR="00D01F9E" w:rsidRPr="001D7777" w:rsidRDefault="007C60BA" w:rsidP="001D7777">
      <w:pPr>
        <w:jc w:val="center"/>
        <w:rPr>
          <w:b/>
        </w:rPr>
      </w:pPr>
      <w:r w:rsidRPr="001D7777">
        <w:rPr>
          <w:b/>
        </w:rPr>
        <w:t>Z</w:t>
      </w:r>
      <w:r w:rsidR="00D01F9E" w:rsidRPr="001D7777">
        <w:rPr>
          <w:b/>
        </w:rPr>
        <w:t xml:space="preserve"> </w:t>
      </w:r>
      <w:r w:rsidRPr="001D7777">
        <w:rPr>
          <w:b/>
        </w:rPr>
        <w:t>YYY</w:t>
      </w:r>
      <w:r w:rsidR="00D01F9E" w:rsidRPr="001D7777">
        <w:rPr>
          <w:b/>
        </w:rPr>
        <w:t xml:space="preserve"> XXXX</w:t>
      </w:r>
    </w:p>
    <w:p w14:paraId="4199FF81" w14:textId="77777777" w:rsidR="007C60BA" w:rsidRDefault="007C60BA">
      <w:r>
        <w:t>Siendo YYY, el código de familia y XXXX un valor entre 0001 y 9999</w:t>
      </w:r>
    </w:p>
    <w:p w14:paraId="2DD93A98" w14:textId="77777777" w:rsidR="007C60BA" w:rsidRPr="007C60BA" w:rsidRDefault="007C60BA">
      <w:pPr>
        <w:rPr>
          <w:b/>
          <w:u w:val="single"/>
        </w:rPr>
      </w:pPr>
      <w:r w:rsidRPr="007C60BA">
        <w:rPr>
          <w:b/>
          <w:u w:val="single"/>
        </w:rPr>
        <w:t>Para Z=0</w:t>
      </w:r>
    </w:p>
    <w:p w14:paraId="01A9A666" w14:textId="77777777" w:rsidR="007C60BA" w:rsidRDefault="007C60BA">
      <w:r>
        <w:t>YYY=000</w:t>
      </w:r>
    </w:p>
    <w:p w14:paraId="64614DFA" w14:textId="321517F0" w:rsidR="007C60BA" w:rsidRDefault="007C60BA">
      <w:r>
        <w:t xml:space="preserve">Estos SAM son de tipo 2, versión 2 </w:t>
      </w:r>
      <w:r w:rsidR="001D7777">
        <w:t>(</w:t>
      </w:r>
      <w:r>
        <w:t>tuvieron un problema de codificación inicial</w:t>
      </w:r>
      <w:r w:rsidR="001D7777">
        <w:t xml:space="preserve"> y por eso perdieron el prefijo Z YYY), pero funcionaron perfectamente</w:t>
      </w:r>
    </w:p>
    <w:p w14:paraId="6E441313" w14:textId="77777777" w:rsidR="004E7323" w:rsidRDefault="004E7323"/>
    <w:p w14:paraId="0E5D8C18" w14:textId="77777777" w:rsidR="007C60BA" w:rsidRPr="007C60BA" w:rsidRDefault="007C60BA">
      <w:pPr>
        <w:rPr>
          <w:b/>
          <w:u w:val="single"/>
        </w:rPr>
      </w:pPr>
      <w:r w:rsidRPr="007C60BA">
        <w:rPr>
          <w:b/>
          <w:u w:val="single"/>
        </w:rPr>
        <w:t>Para Z=1</w:t>
      </w:r>
    </w:p>
    <w:p w14:paraId="35D425CC" w14:textId="77777777" w:rsidR="007C60BA" w:rsidRDefault="007C60BA">
      <w:r>
        <w:t>SAMs de la forma</w:t>
      </w:r>
      <w:r w:rsidR="005E0F2F">
        <w:t xml:space="preserve"> </w:t>
      </w:r>
      <w:r>
        <w:t>1 YYY XXXX</w:t>
      </w:r>
    </w:p>
    <w:p w14:paraId="6995C9A1" w14:textId="77777777" w:rsidR="005E0F2F" w:rsidRDefault="007C60BA" w:rsidP="005E0F2F">
      <w:r>
        <w:t>Familia YYY= 001: Sam tipo 2, versión 2</w:t>
      </w:r>
      <w:r w:rsidR="005E0F2F">
        <w:t>, rango d</w:t>
      </w:r>
      <w:r>
        <w:t xml:space="preserve">esde </w:t>
      </w:r>
      <w:r w:rsidR="005E0F2F">
        <w:t xml:space="preserve">1 001 0001 a 1 001 9999 </w:t>
      </w:r>
    </w:p>
    <w:p w14:paraId="32650E17" w14:textId="77777777" w:rsidR="005E0F2F" w:rsidRDefault="005E0F2F" w:rsidP="005E0F2F">
      <w:r>
        <w:t>Familia YYY= 002: Sam tipo 2, versión 2, rango desde 1 002 0001 a 1 002 9999</w:t>
      </w:r>
    </w:p>
    <w:p w14:paraId="777D8649" w14:textId="77777777" w:rsidR="007C60BA" w:rsidRDefault="007C60BA" w:rsidP="007C60BA">
      <w:r>
        <w:t xml:space="preserve">Familia </w:t>
      </w:r>
      <w:r w:rsidR="005E0F2F">
        <w:t>YYY= 1</w:t>
      </w:r>
      <w:r>
        <w:t xml:space="preserve">01: Sam tipo </w:t>
      </w:r>
      <w:r w:rsidR="005E0F2F">
        <w:t>4</w:t>
      </w:r>
      <w:r>
        <w:t>, versión 2</w:t>
      </w:r>
      <w:r w:rsidR="005E0F2F">
        <w:t>, rango desde 1 101 0001 a 1 101 9999</w:t>
      </w:r>
    </w:p>
    <w:p w14:paraId="25959030" w14:textId="77777777" w:rsidR="005E0F2F" w:rsidRDefault="005E0F2F" w:rsidP="005E0F2F">
      <w:r>
        <w:t>Familia YYY= 102: Sam tipo 4, versión 2, rango desde 1 102 0001 a 1 102 9999</w:t>
      </w:r>
    </w:p>
    <w:p w14:paraId="75C94A0A" w14:textId="5FF7A185" w:rsidR="005E0F2F" w:rsidRDefault="005E0F2F" w:rsidP="007C60BA"/>
    <w:p w14:paraId="39FC6560" w14:textId="452895E1" w:rsidR="004E7323" w:rsidRPr="004E7323" w:rsidRDefault="004E7323" w:rsidP="007C60BA">
      <w:pPr>
        <w:rPr>
          <w:u w:val="single"/>
        </w:rPr>
      </w:pPr>
      <w:r w:rsidRPr="004E7323">
        <w:rPr>
          <w:u w:val="single"/>
        </w:rPr>
        <w:t>Rango METRO: móviles de inspección</w:t>
      </w:r>
    </w:p>
    <w:p w14:paraId="462A6236" w14:textId="77777777" w:rsidR="00B10C6B" w:rsidRDefault="00B10C6B" w:rsidP="00B10C6B">
      <w:r>
        <w:t xml:space="preserve">Familia YYY= 301: Sam </w:t>
      </w:r>
      <w:r w:rsidR="0044699D">
        <w:t xml:space="preserve">virtual desarrollado por INDRA </w:t>
      </w:r>
      <w:r w:rsidR="002152AB">
        <w:t>compatible con</w:t>
      </w:r>
      <w:r w:rsidR="0044699D">
        <w:t xml:space="preserve"> </w:t>
      </w:r>
      <w:r>
        <w:t xml:space="preserve">tipo </w:t>
      </w:r>
      <w:r w:rsidR="0044699D">
        <w:t>2</w:t>
      </w:r>
      <w:r>
        <w:t>, versión 2, rango desde 1 301 0001 a 1 301 9999</w:t>
      </w:r>
    </w:p>
    <w:p w14:paraId="63067FC4" w14:textId="12C531D3" w:rsidR="00B10C6B" w:rsidRDefault="00B10C6B" w:rsidP="00AF19F5">
      <w:pPr>
        <w:ind w:left="708"/>
      </w:pPr>
      <w:r>
        <w:t xml:space="preserve">fabricados </w:t>
      </w:r>
      <w:r w:rsidR="0044699D">
        <w:t>par</w:t>
      </w:r>
      <w:r>
        <w:t>a METRO con rol de INSPECCIÓN DESDE 1 301 0001 a 1 301 0035</w:t>
      </w:r>
    </w:p>
    <w:p w14:paraId="0406861A" w14:textId="77777777" w:rsidR="004E7323" w:rsidRDefault="004E7323" w:rsidP="007C60BA">
      <w:pPr>
        <w:rPr>
          <w:u w:val="single"/>
        </w:rPr>
      </w:pPr>
      <w:r w:rsidRPr="004E7323">
        <w:rPr>
          <w:u w:val="single"/>
        </w:rPr>
        <w:t xml:space="preserve">Rango </w:t>
      </w:r>
      <w:r>
        <w:rPr>
          <w:u w:val="single"/>
        </w:rPr>
        <w:t>EMT</w:t>
      </w:r>
      <w:r w:rsidRPr="004E7323">
        <w:rPr>
          <w:u w:val="single"/>
        </w:rPr>
        <w:t xml:space="preserve">: </w:t>
      </w:r>
      <w:r>
        <w:rPr>
          <w:u w:val="single"/>
        </w:rPr>
        <w:t xml:space="preserve"> tarjeta de empleado </w:t>
      </w:r>
    </w:p>
    <w:p w14:paraId="0D4FE5CC" w14:textId="5D24D1ED" w:rsidR="0044699D" w:rsidRDefault="0044699D" w:rsidP="0044699D">
      <w:r>
        <w:t>Familia YYY= 60</w:t>
      </w:r>
      <w:r w:rsidR="00335853">
        <w:t>4</w:t>
      </w:r>
      <w:r>
        <w:t>: Sam tipo 4, versión 2, rango desde 1 60</w:t>
      </w:r>
      <w:r w:rsidR="00335853">
        <w:t>4 0001 a 1 604</w:t>
      </w:r>
      <w:bookmarkStart w:id="0" w:name="_GoBack"/>
      <w:bookmarkEnd w:id="0"/>
      <w:r>
        <w:t xml:space="preserve"> 9999</w:t>
      </w:r>
    </w:p>
    <w:p w14:paraId="7C61D207" w14:textId="6DE777A4" w:rsidR="004E7323" w:rsidRDefault="004E7323" w:rsidP="0044699D">
      <w:r w:rsidRPr="004E7323">
        <w:t xml:space="preserve">(estos SAM ya no existen, pues estas claves se han incluido en el SAM tipo 4 del </w:t>
      </w:r>
      <w:r>
        <w:t>CRTM</w:t>
      </w:r>
      <w:r w:rsidRPr="004E7323">
        <w:t>)</w:t>
      </w:r>
    </w:p>
    <w:p w14:paraId="5C26FFC3" w14:textId="149F8F1F" w:rsidR="004E7323" w:rsidRDefault="004E7323" w:rsidP="004E7323">
      <w:r w:rsidRPr="004E7323">
        <w:rPr>
          <w:u w:val="single"/>
        </w:rPr>
        <w:t xml:space="preserve">Rango </w:t>
      </w:r>
      <w:r>
        <w:rPr>
          <w:u w:val="single"/>
        </w:rPr>
        <w:t>reservado para HSMs</w:t>
      </w:r>
    </w:p>
    <w:p w14:paraId="4D2F7D41" w14:textId="77777777" w:rsidR="002152AB" w:rsidRDefault="002152AB" w:rsidP="002152AB">
      <w:r>
        <w:t>Familia YYY= 500: HSM compatible con tipo 2, versión 2, rango desde 1 500 0001 a 1 500 9999</w:t>
      </w:r>
    </w:p>
    <w:p w14:paraId="31E4FEA8" w14:textId="77777777" w:rsidR="002152AB" w:rsidRDefault="002152AB"/>
    <w:sectPr w:rsidR="002152AB" w:rsidSect="00B860B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35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EC0512" w14:textId="77777777" w:rsidR="00727CF5" w:rsidRDefault="00727CF5" w:rsidP="00B860BF">
      <w:pPr>
        <w:spacing w:after="0" w:line="240" w:lineRule="auto"/>
      </w:pPr>
      <w:r>
        <w:separator/>
      </w:r>
    </w:p>
  </w:endnote>
  <w:endnote w:type="continuationSeparator" w:id="0">
    <w:p w14:paraId="2F8B5091" w14:textId="77777777" w:rsidR="00727CF5" w:rsidRDefault="00727CF5" w:rsidP="00B86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64CCC4" w14:textId="77777777" w:rsidR="00CA06FE" w:rsidRDefault="00CA06F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541E8" w14:textId="77777777" w:rsidR="00CA06FE" w:rsidRDefault="00CA06F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F6421" w14:textId="77777777" w:rsidR="00CA06FE" w:rsidRDefault="00CA06F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C1103E" w14:textId="77777777" w:rsidR="00727CF5" w:rsidRDefault="00727CF5" w:rsidP="00B860BF">
      <w:pPr>
        <w:spacing w:after="0" w:line="240" w:lineRule="auto"/>
      </w:pPr>
      <w:r>
        <w:separator/>
      </w:r>
    </w:p>
  </w:footnote>
  <w:footnote w:type="continuationSeparator" w:id="0">
    <w:p w14:paraId="4898F496" w14:textId="77777777" w:rsidR="00727CF5" w:rsidRDefault="00727CF5" w:rsidP="00B860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99E93" w14:textId="77777777" w:rsidR="00CA06FE" w:rsidRDefault="00CA06F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4288C" w14:textId="77777777" w:rsidR="00B860BF" w:rsidRPr="009B623A" w:rsidRDefault="003B28C3" w:rsidP="00B860BF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4624070</wp:posOffset>
          </wp:positionH>
          <wp:positionV relativeFrom="paragraph">
            <wp:posOffset>-119380</wp:posOffset>
          </wp:positionV>
          <wp:extent cx="1103630" cy="985520"/>
          <wp:effectExtent l="0" t="0" r="1270" b="5080"/>
          <wp:wrapSquare wrapText="bothSides"/>
          <wp:docPr id="1" name="Imagen 1" descr="Dibujo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ibujo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3630" cy="985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06FE" w:rsidRPr="00623E14">
      <w:rPr>
        <w:noProof/>
        <w:lang w:eastAsia="es-ES"/>
      </w:rPr>
      <w:drawing>
        <wp:inline distT="0" distB="0" distL="0" distR="0" wp14:anchorId="2BD3F7F7" wp14:editId="7DDC78CC">
          <wp:extent cx="2482850" cy="813129"/>
          <wp:effectExtent l="0" t="0" r="0" b="6350"/>
          <wp:docPr id="3" name="Imagen 3" descr="D:\Perfiles\iar15\Documents\MIS DOCUMENTOS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Perfiles\iar15\Documents\MIS DOCUMENTOS\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4433" cy="8725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44AA4" w14:textId="77777777" w:rsidR="00B860BF" w:rsidRDefault="00B860B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7D603E" w14:textId="77777777" w:rsidR="00CA06FE" w:rsidRDefault="00CA06F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EED"/>
    <w:rsid w:val="000E4A29"/>
    <w:rsid w:val="00166515"/>
    <w:rsid w:val="001D7777"/>
    <w:rsid w:val="002152AB"/>
    <w:rsid w:val="00335853"/>
    <w:rsid w:val="003B28C3"/>
    <w:rsid w:val="0044699D"/>
    <w:rsid w:val="004E7323"/>
    <w:rsid w:val="005E0F2F"/>
    <w:rsid w:val="00727CF5"/>
    <w:rsid w:val="007A0FFF"/>
    <w:rsid w:val="007C60BA"/>
    <w:rsid w:val="008A1EED"/>
    <w:rsid w:val="00951A7F"/>
    <w:rsid w:val="009912AE"/>
    <w:rsid w:val="009A5B47"/>
    <w:rsid w:val="009E7586"/>
    <w:rsid w:val="00AF19F5"/>
    <w:rsid w:val="00B10C6B"/>
    <w:rsid w:val="00B860BF"/>
    <w:rsid w:val="00C56864"/>
    <w:rsid w:val="00C86CD9"/>
    <w:rsid w:val="00CA06FE"/>
    <w:rsid w:val="00CD3FF8"/>
    <w:rsid w:val="00D01F9E"/>
    <w:rsid w:val="00E8399B"/>
    <w:rsid w:val="00F222F7"/>
    <w:rsid w:val="00F60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C4BE62"/>
  <w15:chartTrackingRefBased/>
  <w15:docId w15:val="{9FEF40B0-365E-47B7-9842-8DE0229B6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01F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860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860BF"/>
  </w:style>
  <w:style w:type="paragraph" w:styleId="Piedepgina">
    <w:name w:val="footer"/>
    <w:basedOn w:val="Normal"/>
    <w:link w:val="PiedepginaCar"/>
    <w:uiPriority w:val="99"/>
    <w:unhideWhenUsed/>
    <w:rsid w:val="00B860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860BF"/>
  </w:style>
  <w:style w:type="character" w:customStyle="1" w:styleId="Ttulo1Car">
    <w:name w:val="Título 1 Car"/>
    <w:basedOn w:val="Fuentedeprrafopredeter"/>
    <w:link w:val="Ttulo1"/>
    <w:uiPriority w:val="9"/>
    <w:rsid w:val="00D01F9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erfiles\pbh4\Documents\Plantillas%20personalizadas%20de%20Office\Plantilla%20doc%20Crtm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06E148DE0DBCD4EAACA11CFBB1F1C61" ma:contentTypeVersion="8" ma:contentTypeDescription="Crear nuevo documento." ma:contentTypeScope="" ma:versionID="516056e1977d1c19d61ee63b2fa58a67">
  <xsd:schema xmlns:xsd="http://www.w3.org/2001/XMLSchema" xmlns:xs="http://www.w3.org/2001/XMLSchema" xmlns:p="http://schemas.microsoft.com/office/2006/metadata/properties" xmlns:ns2="7e898aae-408e-4d4a-9138-ab6f1a9d9d70" xmlns:ns3="15e13375-5251-4d89-b231-8e0cfa0dbfc5" targetNamespace="http://schemas.microsoft.com/office/2006/metadata/properties" ma:root="true" ma:fieldsID="6dad1107bb1536136e358bd5917d3366" ns2:_="" ns3:_="">
    <xsd:import namespace="7e898aae-408e-4d4a-9138-ab6f1a9d9d70"/>
    <xsd:import namespace="15e13375-5251-4d89-b231-8e0cfa0dbf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898aae-408e-4d4a-9138-ab6f1a9d9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3375-5251-4d89-b231-8e0cfa0dbfc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A8DDFF-AA0A-4143-8105-7E64561EBBA9}"/>
</file>

<file path=customXml/itemProps2.xml><?xml version="1.0" encoding="utf-8"?>
<ds:datastoreItem xmlns:ds="http://schemas.openxmlformats.org/officeDocument/2006/customXml" ds:itemID="{579304AA-EFAF-44CA-8C38-9BA424C8AF6E}"/>
</file>

<file path=customXml/itemProps3.xml><?xml version="1.0" encoding="utf-8"?>
<ds:datastoreItem xmlns:ds="http://schemas.openxmlformats.org/officeDocument/2006/customXml" ds:itemID="{7CB5625D-37FC-43D3-AE9D-2FABE5C471F8}"/>
</file>

<file path=docProps/app.xml><?xml version="1.0" encoding="utf-8"?>
<Properties xmlns="http://schemas.openxmlformats.org/officeDocument/2006/extended-properties" xmlns:vt="http://schemas.openxmlformats.org/officeDocument/2006/docPropsVTypes">
  <Template>Plantilla doc Crtm.dotx</Template>
  <TotalTime>11</TotalTime>
  <Pages>1</Pages>
  <Words>209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</dc:creator>
  <cp:keywords/>
  <dc:description/>
  <cp:lastModifiedBy>CRIADO FERNANDEZ, LUIS</cp:lastModifiedBy>
  <cp:revision>15</cp:revision>
  <dcterms:created xsi:type="dcterms:W3CDTF">2021-09-22T12:07:00Z</dcterms:created>
  <dcterms:modified xsi:type="dcterms:W3CDTF">2023-05-24T10:53:00Z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0x010100D06E148DE0DBCD4EAACA11CFBB1F1C61</vt:lpwstr>
  </property>
</Properties>
</file>